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6E467D">
        <w:rPr>
          <w:rFonts w:ascii="Corbel" w:hAnsi="Corbel"/>
          <w:i/>
          <w:smallCaps/>
          <w:sz w:val="24"/>
          <w:szCs w:val="24"/>
        </w:rPr>
        <w:t>2024-2026</w:t>
      </w:r>
    </w:p>
    <w:p w:rsidR="0085747A" w:rsidRPr="00B169DF" w:rsidRDefault="0085747A" w:rsidP="007277F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6522BB">
        <w:rPr>
          <w:rFonts w:ascii="Corbel" w:hAnsi="Corbel"/>
          <w:sz w:val="20"/>
          <w:szCs w:val="20"/>
        </w:rPr>
        <w:t>202</w:t>
      </w:r>
      <w:r w:rsidR="006E467D">
        <w:rPr>
          <w:rFonts w:ascii="Corbel" w:hAnsi="Corbel"/>
          <w:sz w:val="20"/>
          <w:szCs w:val="20"/>
        </w:rPr>
        <w:t>5</w:t>
      </w:r>
      <w:r w:rsidR="006522BB">
        <w:rPr>
          <w:rFonts w:ascii="Corbel" w:hAnsi="Corbel"/>
          <w:sz w:val="20"/>
          <w:szCs w:val="20"/>
        </w:rPr>
        <w:t>-202</w:t>
      </w:r>
      <w:r w:rsidR="006E467D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C3A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Profilaktyka ryzykownych zachowań seksualnych 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169DF" w:rsidRDefault="00DB0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169DF" w:rsidRDefault="00B553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FA64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</w:t>
            </w:r>
            <w:r w:rsidR="00526509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7B3C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E4A53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C69AC" w:rsidRDefault="00DC69AC" w:rsidP="00BE4A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II</w:t>
            </w:r>
            <w:r w:rsidR="006522BB">
              <w:rPr>
                <w:rFonts w:ascii="Corbel" w:hAnsi="Corbel"/>
                <w:b w:val="0"/>
                <w:sz w:val="24"/>
                <w:szCs w:val="24"/>
                <w:lang w:val="en-GB"/>
              </w:rPr>
              <w:t>, 4</w:t>
            </w:r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B553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2163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</w:t>
      </w:r>
      <w:r w:rsidRPr="006A1510">
        <w:rPr>
          <w:rFonts w:ascii="Corbel" w:hAnsi="Corbel"/>
          <w:b w:val="0"/>
          <w:smallCaps w:val="0"/>
          <w:szCs w:val="24"/>
        </w:rPr>
        <w:t>egzamin,</w:t>
      </w:r>
      <w:r w:rsidRPr="00214898">
        <w:rPr>
          <w:rFonts w:ascii="Corbel" w:hAnsi="Corbel"/>
          <w:smallCaps w:val="0"/>
          <w:szCs w:val="24"/>
          <w:u w:val="single"/>
        </w:rPr>
        <w:t xml:space="preserve"> 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A07661" w:rsidP="006A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 przedmiotów: </w:t>
            </w:r>
            <w:r w:rsidR="006A15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Biomedyczne podstawy rozwoju i wychowania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50DA6" w:rsidRPr="003B3A21" w:rsidRDefault="00950DE6" w:rsidP="00AC01F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</w:t>
            </w:r>
            <w:r w:rsidR="00AC01F9">
              <w:rPr>
                <w:rFonts w:ascii="Corbel" w:hAnsi="Corbel"/>
                <w:sz w:val="24"/>
                <w:szCs w:val="24"/>
              </w:rPr>
              <w:t xml:space="preserve">pojęciem i predykatorami ryzykownych zachowań seksualnych 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50DA6" w:rsidRPr="003B3A21" w:rsidRDefault="003C711C" w:rsidP="00FD2A5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Zaznajomienie ze skalą i specyfiką współczesnych ryzykownych zachowań seksualnych w różnych grupach społecznych 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950DA6" w:rsidRPr="003B3A21" w:rsidRDefault="007553E6" w:rsidP="002D25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konstruowania i realizacji efektywnych oddziaływań </w:t>
            </w:r>
            <w:r w:rsidR="00FF601A">
              <w:rPr>
                <w:rFonts w:ascii="Corbel" w:hAnsi="Corbel"/>
                <w:sz w:val="24"/>
                <w:szCs w:val="24"/>
              </w:rPr>
              <w:t xml:space="preserve">profilaktycznych w odniesieniu do ryzykownych zachowań seksualnych 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950DA6" w:rsidRPr="003B3A21" w:rsidRDefault="00B65229" w:rsidP="003733E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Wzmocnienie gotowości do </w:t>
            </w:r>
            <w:r w:rsidR="00FE110C">
              <w:rPr>
                <w:rFonts w:ascii="Corbel" w:hAnsi="Corbel"/>
                <w:sz w:val="24"/>
                <w:szCs w:val="24"/>
              </w:rPr>
              <w:t>podejmowania działań zmierzających do promocji zdrowia seksualnego i reprodukcyjnego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B169DF" w:rsidTr="0071620A">
        <w:tc>
          <w:tcPr>
            <w:tcW w:w="170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522BB">
              <w:rPr>
                <w:rStyle w:val="Odwoanieprzypisudolnego"/>
              </w:rPr>
              <w:footnoteReference w:id="2"/>
            </w:r>
          </w:p>
        </w:tc>
      </w:tr>
      <w:tr w:rsidR="00731114" w:rsidRPr="00B169DF" w:rsidTr="006E6F0D">
        <w:trPr>
          <w:trHeight w:val="503"/>
        </w:trPr>
        <w:tc>
          <w:tcPr>
            <w:tcW w:w="1701" w:type="dxa"/>
          </w:tcPr>
          <w:p w:rsidR="00731114" w:rsidRPr="005F1F5E" w:rsidRDefault="007311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1F5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F1F5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:rsidR="00731114" w:rsidRPr="00F96B5F" w:rsidRDefault="00731114" w:rsidP="00FE11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 omówi pojęcie i predykatory ryzykownych zachowań seksualnych w różnych grupach społecznych; </w:t>
            </w:r>
          </w:p>
        </w:tc>
        <w:tc>
          <w:tcPr>
            <w:tcW w:w="1873" w:type="dxa"/>
          </w:tcPr>
          <w:p w:rsidR="00731114" w:rsidRDefault="00731114" w:rsidP="00AF7CD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  <w:p w:rsidR="00731114" w:rsidRPr="00860AB6" w:rsidRDefault="00731114" w:rsidP="00AF7CD2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31114" w:rsidRPr="00B169DF" w:rsidTr="006E6F0D">
        <w:trPr>
          <w:trHeight w:val="503"/>
        </w:trPr>
        <w:tc>
          <w:tcPr>
            <w:tcW w:w="1701" w:type="dxa"/>
          </w:tcPr>
          <w:p w:rsidR="00731114" w:rsidRPr="005F1F5E" w:rsidRDefault="00731114" w:rsidP="00AF7CD2">
            <w:pPr>
              <w:rPr>
                <w:sz w:val="24"/>
                <w:szCs w:val="24"/>
              </w:rPr>
            </w:pPr>
            <w:r w:rsidRPr="005F1F5E">
              <w:rPr>
                <w:rFonts w:ascii="Corbel" w:hAnsi="Corbel"/>
                <w:sz w:val="24"/>
                <w:szCs w:val="24"/>
              </w:rPr>
              <w:t>EK</w:t>
            </w:r>
            <w:r w:rsidRPr="005F1F5E">
              <w:rPr>
                <w:rFonts w:ascii="Corbel" w:hAnsi="Corbel"/>
                <w:sz w:val="24"/>
                <w:szCs w:val="24"/>
              </w:rPr>
              <w:softHyphen/>
              <w:t>_02</w:t>
            </w:r>
          </w:p>
        </w:tc>
        <w:tc>
          <w:tcPr>
            <w:tcW w:w="6096" w:type="dxa"/>
            <w:vAlign w:val="center"/>
          </w:tcPr>
          <w:p w:rsidR="00731114" w:rsidRDefault="00731114" w:rsidP="00BD1C3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scharakteryzuje specyfikę wybranych zespołów  (skupień) ryzykownych zachowań seksualnych i możliwości profilaktyki w tym obszarze;</w:t>
            </w:r>
          </w:p>
        </w:tc>
        <w:tc>
          <w:tcPr>
            <w:tcW w:w="1873" w:type="dxa"/>
          </w:tcPr>
          <w:p w:rsidR="00731114" w:rsidRPr="00860AB6" w:rsidRDefault="00731114" w:rsidP="00AF7CD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  <w:p w:rsidR="00731114" w:rsidRDefault="00731114" w:rsidP="00AF7CD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K_W09</w:t>
            </w:r>
          </w:p>
          <w:p w:rsidR="00731114" w:rsidRPr="00860AB6" w:rsidRDefault="00731114" w:rsidP="00AF7CD2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31114" w:rsidRPr="00B169DF" w:rsidTr="005E6E85">
        <w:tc>
          <w:tcPr>
            <w:tcW w:w="1701" w:type="dxa"/>
          </w:tcPr>
          <w:p w:rsidR="00731114" w:rsidRPr="005F1F5E" w:rsidRDefault="00731114" w:rsidP="00AF7CD2">
            <w:pPr>
              <w:rPr>
                <w:sz w:val="24"/>
                <w:szCs w:val="24"/>
              </w:rPr>
            </w:pPr>
            <w:r w:rsidRPr="005F1F5E">
              <w:rPr>
                <w:rFonts w:ascii="Corbel" w:hAnsi="Corbel"/>
                <w:sz w:val="24"/>
                <w:szCs w:val="24"/>
              </w:rPr>
              <w:t>EK</w:t>
            </w:r>
            <w:r w:rsidRPr="005F1F5E">
              <w:rPr>
                <w:rFonts w:ascii="Corbel" w:hAnsi="Corbel"/>
                <w:sz w:val="24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731114" w:rsidRPr="003B3A21" w:rsidRDefault="00731114" w:rsidP="00B1256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dokona analizy wybranych przestępstw seksualnych, ich uwarunkowań i możliwości przeciwdziałania;</w:t>
            </w:r>
          </w:p>
        </w:tc>
        <w:tc>
          <w:tcPr>
            <w:tcW w:w="1873" w:type="dxa"/>
          </w:tcPr>
          <w:p w:rsidR="00731114" w:rsidRDefault="00731114" w:rsidP="00AF7CD2">
            <w:pPr>
              <w:pStyle w:val="Akapitzlist"/>
              <w:spacing w:after="6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K_U05</w:t>
            </w:r>
          </w:p>
          <w:p w:rsidR="00731114" w:rsidRPr="00860AB6" w:rsidRDefault="00731114" w:rsidP="00AF7CD2">
            <w:pPr>
              <w:pStyle w:val="Akapitzlist"/>
              <w:spacing w:after="6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31114" w:rsidRPr="00B169DF" w:rsidTr="005E6E85">
        <w:tc>
          <w:tcPr>
            <w:tcW w:w="1701" w:type="dxa"/>
          </w:tcPr>
          <w:p w:rsidR="00731114" w:rsidRPr="005F1F5E" w:rsidRDefault="00731114" w:rsidP="00AF7CD2">
            <w:pPr>
              <w:rPr>
                <w:rFonts w:ascii="Corbel" w:hAnsi="Corbel"/>
                <w:sz w:val="24"/>
                <w:szCs w:val="24"/>
              </w:rPr>
            </w:pPr>
            <w:r w:rsidRPr="005F1F5E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731114" w:rsidRDefault="00731114" w:rsidP="00E07F5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zaproponuje, bazując na diagnozie problemu,  adekwatny do sytuacji program profilaktyki ryzykownych zachowań seksualnych adresowany do wybranej grupy odbiorców</w:t>
            </w:r>
          </w:p>
        </w:tc>
        <w:tc>
          <w:tcPr>
            <w:tcW w:w="1873" w:type="dxa"/>
          </w:tcPr>
          <w:p w:rsidR="0087346B" w:rsidRDefault="0087346B" w:rsidP="0087346B">
            <w:pPr>
              <w:pStyle w:val="Akapitzlist"/>
              <w:spacing w:after="6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K_U05</w:t>
            </w:r>
          </w:p>
          <w:p w:rsidR="00731114" w:rsidRPr="00154C53" w:rsidRDefault="00731114" w:rsidP="0087346B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731114" w:rsidRPr="00B169DF" w:rsidTr="005E6E85">
        <w:tc>
          <w:tcPr>
            <w:tcW w:w="1701" w:type="dxa"/>
          </w:tcPr>
          <w:p w:rsidR="00731114" w:rsidRPr="005F1F5E" w:rsidRDefault="00731114" w:rsidP="00AF7C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1F5E">
              <w:rPr>
                <w:rFonts w:ascii="Corbel" w:hAnsi="Corbel"/>
                <w:b w:val="0"/>
                <w:szCs w:val="24"/>
              </w:rPr>
              <w:t>EK</w:t>
            </w:r>
            <w:r w:rsidRPr="005F1F5E">
              <w:rPr>
                <w:rFonts w:ascii="Corbel" w:hAnsi="Corbel"/>
                <w:b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:rsidR="00731114" w:rsidRPr="003B3A21" w:rsidRDefault="00731114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wyrazi gotowość podjęcia działań promujących zdrowie seksualne</w:t>
            </w:r>
            <w:r w:rsidR="00D84248">
              <w:rPr>
                <w:rFonts w:ascii="Corbel" w:hAnsi="Corbel"/>
                <w:sz w:val="24"/>
                <w:szCs w:val="24"/>
              </w:rPr>
              <w:t>; posiada motywację do doskonalenia zawodowego w tym zakresie</w:t>
            </w:r>
          </w:p>
        </w:tc>
        <w:tc>
          <w:tcPr>
            <w:tcW w:w="1873" w:type="dxa"/>
          </w:tcPr>
          <w:p w:rsidR="0087346B" w:rsidRDefault="0087346B" w:rsidP="0087346B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</w:rPr>
            </w:pPr>
            <w:r w:rsidRPr="00860AB6">
              <w:rPr>
                <w:rFonts w:ascii="Corbel" w:hAnsi="Corbel"/>
                <w:b w:val="0"/>
              </w:rPr>
              <w:t>K_K01</w:t>
            </w:r>
          </w:p>
          <w:p w:rsidR="00731114" w:rsidRPr="00860AB6" w:rsidRDefault="00731114" w:rsidP="00AF7CD2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65"/>
      </w:tblGrid>
      <w:tr w:rsidR="0085747A" w:rsidRPr="00B169DF" w:rsidTr="00820492">
        <w:tc>
          <w:tcPr>
            <w:tcW w:w="10065" w:type="dxa"/>
          </w:tcPr>
          <w:p w:rsidR="0085747A" w:rsidRPr="00B169DF" w:rsidRDefault="0085747A" w:rsidP="00A3057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820492">
        <w:tc>
          <w:tcPr>
            <w:tcW w:w="10065" w:type="dxa"/>
          </w:tcPr>
          <w:p w:rsidR="0085747A" w:rsidRPr="00C40735" w:rsidRDefault="0085747A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B169DF" w:rsidTr="00923D7D">
        <w:tc>
          <w:tcPr>
            <w:tcW w:w="9639" w:type="dxa"/>
          </w:tcPr>
          <w:p w:rsidR="0085747A" w:rsidRPr="00435C37" w:rsidRDefault="0085747A" w:rsidP="004F046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923D7D">
        <w:tc>
          <w:tcPr>
            <w:tcW w:w="9639" w:type="dxa"/>
          </w:tcPr>
          <w:p w:rsidR="007A406D" w:rsidRPr="006E1926" w:rsidRDefault="00B12564" w:rsidP="00203FF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Ryzykowne zachowania seksualne; zespoły (skupienia</w:t>
            </w:r>
            <w:r w:rsidR="00EB683E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 xml:space="preserve"> ryzykownych zachowań seksualnych </w:t>
            </w:r>
            <w:r w:rsidR="00EB683E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EB683E">
              <w:rPr>
                <w:rFonts w:ascii="Corbel" w:hAnsi="Corbel"/>
                <w:sz w:val="24"/>
                <w:szCs w:val="24"/>
              </w:rPr>
              <w:lastRenderedPageBreak/>
              <w:t xml:space="preserve">pojęcie, skala </w:t>
            </w:r>
            <w:r w:rsidR="00203FF7">
              <w:rPr>
                <w:rFonts w:ascii="Corbel" w:hAnsi="Corbel"/>
                <w:sz w:val="24"/>
                <w:szCs w:val="24"/>
              </w:rPr>
              <w:t xml:space="preserve">i </w:t>
            </w:r>
            <w:r w:rsidR="00EB683E">
              <w:rPr>
                <w:rFonts w:ascii="Corbel" w:hAnsi="Corbel"/>
                <w:sz w:val="24"/>
                <w:szCs w:val="24"/>
              </w:rPr>
              <w:t>predyktory wyst</w:t>
            </w:r>
            <w:r w:rsidR="00203FF7">
              <w:rPr>
                <w:rFonts w:ascii="Corbel" w:hAnsi="Corbel"/>
                <w:sz w:val="24"/>
                <w:szCs w:val="24"/>
              </w:rPr>
              <w:t>ępowania</w:t>
            </w:r>
            <w:r w:rsidR="003D499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1A2EE6" w:rsidRPr="00B169DF" w:rsidTr="00435C37">
        <w:trPr>
          <w:trHeight w:val="409"/>
        </w:trPr>
        <w:tc>
          <w:tcPr>
            <w:tcW w:w="9639" w:type="dxa"/>
          </w:tcPr>
          <w:p w:rsidR="001A2EE6" w:rsidRPr="006E1926" w:rsidRDefault="00ED57C3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Ryzykowne zachowania seksualne jako składowa </w:t>
            </w:r>
            <w:r w:rsidR="00045E2E">
              <w:rPr>
                <w:rFonts w:ascii="Corbel" w:hAnsi="Corbel"/>
                <w:sz w:val="24"/>
                <w:szCs w:val="24"/>
              </w:rPr>
              <w:t>nieprzystosowania społecznego</w:t>
            </w:r>
            <w:r w:rsidR="003D499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C45493" w:rsidRPr="00B169DF" w:rsidTr="00435C37">
        <w:trPr>
          <w:trHeight w:val="409"/>
        </w:trPr>
        <w:tc>
          <w:tcPr>
            <w:tcW w:w="9639" w:type="dxa"/>
          </w:tcPr>
          <w:p w:rsidR="00C45493" w:rsidRDefault="00CC576B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Konsekwencje podejmowania ryzykownych zachowań seksualnych w sferze zdrowia somatycznego, psychicznego, </w:t>
            </w:r>
            <w:r w:rsidR="00AF3BF1">
              <w:rPr>
                <w:rFonts w:ascii="Corbel" w:hAnsi="Corbel"/>
                <w:sz w:val="24"/>
                <w:szCs w:val="24"/>
              </w:rPr>
              <w:t>seksualnego</w:t>
            </w:r>
            <w:r w:rsidR="00241AF4">
              <w:rPr>
                <w:rFonts w:ascii="Corbel" w:hAnsi="Corbel"/>
                <w:sz w:val="24"/>
                <w:szCs w:val="24"/>
              </w:rPr>
              <w:t xml:space="preserve"> i funkcjonowania społecznego</w:t>
            </w:r>
            <w:r w:rsidR="00185787">
              <w:rPr>
                <w:rFonts w:ascii="Corbel" w:hAnsi="Corbel"/>
                <w:sz w:val="24"/>
                <w:szCs w:val="24"/>
              </w:rPr>
              <w:t>; konsekwencje indywidualne, grupowe i zbiorowe</w:t>
            </w:r>
            <w:r w:rsidR="003D499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980666" w:rsidRPr="00B169DF" w:rsidTr="00923D7D">
        <w:tc>
          <w:tcPr>
            <w:tcW w:w="9639" w:type="dxa"/>
          </w:tcPr>
          <w:p w:rsidR="00980666" w:rsidRPr="006E1926" w:rsidRDefault="00185787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Badania społeczne dotyczące ryzykownych zachowań seksualnych różnych grup społecznych </w:t>
            </w:r>
            <w:r w:rsidR="001D3B3B">
              <w:rPr>
                <w:rFonts w:ascii="Corbel" w:hAnsi="Corbel"/>
                <w:sz w:val="24"/>
                <w:szCs w:val="24"/>
              </w:rPr>
              <w:t>jako podstawa projektowania skutecznych oddziaływań profilaktycznych</w:t>
            </w:r>
            <w:r w:rsidR="003D499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2F4AF0" w:rsidRPr="00B169DF" w:rsidTr="00923D7D">
        <w:tc>
          <w:tcPr>
            <w:tcW w:w="9639" w:type="dxa"/>
          </w:tcPr>
          <w:p w:rsidR="002F4AF0" w:rsidRDefault="001D3B3B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wybranych</w:t>
            </w:r>
            <w:r w:rsidR="003D499E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współczesnych ryzykownych zachowań seksualnych</w:t>
            </w:r>
            <w:r w:rsidR="003D499E">
              <w:rPr>
                <w:rFonts w:ascii="Corbel" w:hAnsi="Corbel"/>
                <w:sz w:val="24"/>
                <w:szCs w:val="24"/>
              </w:rPr>
              <w:t xml:space="preserve"> różnych grup społecznych 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1D3B3B" w:rsidRDefault="003863B7" w:rsidP="003863B7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wczesna inicjacja seksualna</w:t>
            </w:r>
            <w:r w:rsidR="00E91698">
              <w:rPr>
                <w:rFonts w:ascii="Corbel" w:hAnsi="Corbel"/>
                <w:sz w:val="24"/>
                <w:szCs w:val="24"/>
              </w:rPr>
              <w:t>,</w:t>
            </w:r>
          </w:p>
          <w:p w:rsidR="00ED1A09" w:rsidRDefault="00ED1A09" w:rsidP="003863B7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promiskuityzm wyrażający się w podejmowaniu przypadkowych kontaktów seksualnych z nieznajomymi lub słabo znanymi osobami</w:t>
            </w:r>
            <w:r w:rsidR="00E91698">
              <w:rPr>
                <w:rFonts w:ascii="Corbel" w:hAnsi="Corbel"/>
                <w:sz w:val="24"/>
                <w:szCs w:val="24"/>
              </w:rPr>
              <w:t>,</w:t>
            </w:r>
          </w:p>
          <w:p w:rsidR="003863B7" w:rsidRDefault="003863B7" w:rsidP="003863B7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sksbiznesie</w:t>
            </w:r>
            <w:r w:rsidR="00E91698">
              <w:rPr>
                <w:rFonts w:ascii="Corbel" w:hAnsi="Corbel"/>
                <w:sz w:val="24"/>
                <w:szCs w:val="24"/>
              </w:rPr>
              <w:t>,</w:t>
            </w:r>
          </w:p>
          <w:p w:rsidR="003863B7" w:rsidRDefault="003863B7" w:rsidP="003863B7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seksualna po użyciu środków psychoaktywnych </w:t>
            </w:r>
            <w:r w:rsidR="00ED1A09">
              <w:rPr>
                <w:rFonts w:ascii="Corbel" w:hAnsi="Corbel"/>
                <w:sz w:val="24"/>
                <w:szCs w:val="24"/>
              </w:rPr>
              <w:t>(w tym chemseks)</w:t>
            </w:r>
            <w:r w:rsidR="00E91698">
              <w:rPr>
                <w:rFonts w:ascii="Corbel" w:hAnsi="Corbel"/>
                <w:sz w:val="24"/>
                <w:szCs w:val="24"/>
              </w:rPr>
              <w:t>,</w:t>
            </w:r>
          </w:p>
          <w:p w:rsidR="003863B7" w:rsidRPr="003863B7" w:rsidRDefault="009C32DF" w:rsidP="003863B7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przemoc seksualna</w:t>
            </w:r>
          </w:p>
        </w:tc>
      </w:tr>
      <w:tr w:rsidR="00AB02C4" w:rsidRPr="00B169DF" w:rsidTr="00086A27">
        <w:trPr>
          <w:trHeight w:val="362"/>
        </w:trPr>
        <w:tc>
          <w:tcPr>
            <w:tcW w:w="9639" w:type="dxa"/>
          </w:tcPr>
          <w:p w:rsidR="00AB02C4" w:rsidRPr="006E1926" w:rsidRDefault="00E91698" w:rsidP="00086A2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Postawy Polaków wobec </w:t>
            </w:r>
            <w:r w:rsidR="00B36452">
              <w:rPr>
                <w:rFonts w:ascii="Corbel" w:hAnsi="Corbel"/>
                <w:sz w:val="24"/>
                <w:szCs w:val="24"/>
              </w:rPr>
              <w:t xml:space="preserve">antykoncepcji </w:t>
            </w:r>
          </w:p>
        </w:tc>
      </w:tr>
      <w:tr w:rsidR="00247D17" w:rsidRPr="00B169DF" w:rsidTr="00923D7D">
        <w:tc>
          <w:tcPr>
            <w:tcW w:w="9639" w:type="dxa"/>
          </w:tcPr>
          <w:p w:rsidR="00247D17" w:rsidRPr="006E1926" w:rsidRDefault="00E91698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Programy i kampanie profilaktyczne odnoszące się do </w:t>
            </w:r>
            <w:r w:rsidRPr="006E1926">
              <w:rPr>
                <w:rFonts w:ascii="Corbel" w:hAnsi="Corbel"/>
                <w:sz w:val="24"/>
                <w:szCs w:val="24"/>
              </w:rPr>
              <w:t xml:space="preserve">ryzykownych zachowań seksualnych  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F21E62">
        <w:rPr>
          <w:rFonts w:ascii="Corbel" w:hAnsi="Corbel"/>
          <w:b w:val="0"/>
          <w:i/>
          <w:smallCaps w:val="0"/>
          <w:sz w:val="20"/>
          <w:szCs w:val="20"/>
        </w:rPr>
        <w:t xml:space="preserve"> (projekt badawczy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</w:p>
    <w:p w:rsidR="0085747A" w:rsidRPr="00B169DF" w:rsidRDefault="0085747A" w:rsidP="00F21E6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812"/>
        <w:gridCol w:w="1842"/>
      </w:tblGrid>
      <w:tr w:rsidR="0085747A" w:rsidRPr="00B169DF" w:rsidTr="00E45038">
        <w:tc>
          <w:tcPr>
            <w:tcW w:w="1985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42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61BCB" w:rsidRPr="00B169DF" w:rsidTr="00E45038">
        <w:tc>
          <w:tcPr>
            <w:tcW w:w="1985" w:type="dxa"/>
          </w:tcPr>
          <w:p w:rsidR="00961BCB" w:rsidRPr="00B169DF" w:rsidRDefault="00961BCB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12" w:type="dxa"/>
          </w:tcPr>
          <w:p w:rsidR="00961BCB" w:rsidRPr="003B3A21" w:rsidRDefault="003E4A76" w:rsidP="003E4A7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961BCB" w:rsidRPr="003B3A21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 w:rsidR="00F121D0"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 xml:space="preserve">trakcie analizowania prezentowanych przez studentów projektów </w:t>
            </w:r>
          </w:p>
        </w:tc>
        <w:tc>
          <w:tcPr>
            <w:tcW w:w="1842" w:type="dxa"/>
          </w:tcPr>
          <w:p w:rsidR="00961BCB" w:rsidRPr="00CF49A4" w:rsidRDefault="003E4A76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F121D0" w:rsidRPr="00B169DF" w:rsidTr="00E45038">
        <w:tc>
          <w:tcPr>
            <w:tcW w:w="1985" w:type="dxa"/>
          </w:tcPr>
          <w:p w:rsidR="00F121D0" w:rsidRDefault="00F121D0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812" w:type="dxa"/>
          </w:tcPr>
          <w:p w:rsidR="00F121D0" w:rsidRPr="00DE2588" w:rsidRDefault="00F121D0" w:rsidP="00E16FC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Pr="00DE2588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F49A4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F121D0" w:rsidRPr="00B169DF" w:rsidTr="00E45038">
        <w:tc>
          <w:tcPr>
            <w:tcW w:w="1985" w:type="dxa"/>
          </w:tcPr>
          <w:p w:rsidR="00F121D0" w:rsidRDefault="00F121D0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812" w:type="dxa"/>
          </w:tcPr>
          <w:p w:rsidR="00F121D0" w:rsidRPr="00DE2588" w:rsidRDefault="00F121D0" w:rsidP="00E16FC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Pr="00DE2588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r w:rsidRPr="00CF49A4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F121D0" w:rsidRPr="00B169DF" w:rsidTr="00E45038">
        <w:tc>
          <w:tcPr>
            <w:tcW w:w="1985" w:type="dxa"/>
          </w:tcPr>
          <w:p w:rsidR="00F121D0" w:rsidRPr="00B169DF" w:rsidRDefault="00F121D0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812" w:type="dxa"/>
          </w:tcPr>
          <w:p w:rsidR="00F121D0" w:rsidRDefault="00F121D0">
            <w:r w:rsidRPr="00B641EA">
              <w:rPr>
                <w:rFonts w:ascii="Corbel" w:hAnsi="Corbel"/>
                <w:sz w:val="24"/>
                <w:szCs w:val="24"/>
              </w:rPr>
              <w:t>ocena wypowiedzi w 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r w:rsidRPr="00CF49A4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F121D0" w:rsidRPr="00B169DF" w:rsidTr="00E45038">
        <w:tc>
          <w:tcPr>
            <w:tcW w:w="1985" w:type="dxa"/>
          </w:tcPr>
          <w:p w:rsidR="00F121D0" w:rsidRPr="00B169DF" w:rsidRDefault="00F121D0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812" w:type="dxa"/>
          </w:tcPr>
          <w:p w:rsidR="00F121D0" w:rsidRDefault="00F121D0">
            <w:r w:rsidRPr="00B641EA">
              <w:rPr>
                <w:rFonts w:ascii="Corbel" w:hAnsi="Corbel"/>
                <w:sz w:val="24"/>
                <w:szCs w:val="24"/>
              </w:rPr>
              <w:t>ocena wypowiedzi w 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r w:rsidRPr="00CF49A4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CF198B" w:rsidRDefault="00CF198B" w:rsidP="00CF198B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ćwiczeń – średnia ocen z:</w:t>
            </w:r>
          </w:p>
          <w:p w:rsidR="00CF198B" w:rsidRPr="003B3A21" w:rsidRDefault="00CF198B" w:rsidP="00CF198B">
            <w:pPr>
              <w:pStyle w:val="Akapitzlist"/>
              <w:numPr>
                <w:ilvl w:val="1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(minimum 51 % punktów),</w:t>
            </w:r>
          </w:p>
          <w:p w:rsidR="00CF198B" w:rsidRDefault="00CF198B" w:rsidP="00CF198B">
            <w:pPr>
              <w:pStyle w:val="Akapitzlist"/>
              <w:numPr>
                <w:ilvl w:val="1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>
              <w:rPr>
                <w:rFonts w:ascii="Corbel" w:hAnsi="Corbel"/>
                <w:sz w:val="24"/>
                <w:szCs w:val="24"/>
              </w:rPr>
              <w:t xml:space="preserve"> (maksymalnie 15 punktów, minimum do zaliczenia 8 pkt.); analizowane kryteria oceny:</w:t>
            </w:r>
          </w:p>
          <w:p w:rsidR="00CF198B" w:rsidRDefault="00CF198B" w:rsidP="00CF198B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(m.in. struktura pracy, podział zagadnień, poprawność językowa, opracowanie graficzne, edycja tekstu) – maksymalnie 0-3 pkt.</w:t>
            </w:r>
          </w:p>
          <w:p w:rsidR="00CF198B" w:rsidRDefault="00CF198B" w:rsidP="00CF198B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 0-3 pkt.</w:t>
            </w:r>
          </w:p>
          <w:p w:rsidR="00CF198B" w:rsidRDefault="00CF198B" w:rsidP="00CF198B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poprawność merytoryczna – maksymalnie 0-3 pkt.</w:t>
            </w:r>
          </w:p>
          <w:p w:rsidR="00CF198B" w:rsidRDefault="00CF198B" w:rsidP="00CF198B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prezentacji – maksymalnie 0-3 pkt.</w:t>
            </w:r>
          </w:p>
          <w:p w:rsidR="00CF198B" w:rsidRDefault="00CF198B" w:rsidP="00CF198B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nowatorstwa/innowacji projektu – maksymalnie 0-3 pkt.</w:t>
            </w:r>
          </w:p>
          <w:p w:rsidR="00CF198B" w:rsidRPr="00CF198B" w:rsidRDefault="00CF198B" w:rsidP="00CF198B">
            <w:pPr>
              <w:pStyle w:val="Akapitzlist"/>
              <w:numPr>
                <w:ilvl w:val="1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badawczych, w trakcie dyskusji)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646FCE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646FCE" w:rsidRPr="009C54AE" w:rsidRDefault="00646FCE" w:rsidP="00646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646FCE" w:rsidRPr="009C54AE" w:rsidTr="00AF7CD2">
        <w:tc>
          <w:tcPr>
            <w:tcW w:w="4962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646FCE" w:rsidRPr="00E80A3A" w:rsidRDefault="00970903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Inne z udziałem nauczyciela akademickiego</w:t>
            </w:r>
          </w:p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udział w konsultacjach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F52CF7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</w:t>
            </w:r>
            <w:r w:rsidR="00646FCE" w:rsidRPr="00E80A3A">
              <w:rPr>
                <w:rFonts w:ascii="Corbel" w:hAnsi="Corbel"/>
              </w:rPr>
              <w:t>tudiowanie literatury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14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F52CF7" w:rsidP="00F52C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="00646FCE" w:rsidRPr="00E80A3A">
              <w:rPr>
                <w:rFonts w:ascii="Corbel" w:hAnsi="Corbel"/>
              </w:rPr>
              <w:t>rzygotowywanie prac projektowych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970903">
              <w:rPr>
                <w:rFonts w:ascii="Corbel" w:hAnsi="Corbel"/>
              </w:rPr>
              <w:t>3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się do kolokwium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970903">
              <w:rPr>
                <w:rFonts w:ascii="Corbel" w:hAnsi="Corbel"/>
              </w:rPr>
              <w:t>4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E80A3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:rsidR="00646FCE" w:rsidRPr="009C54A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45038" w:rsidRDefault="00E4503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45038" w:rsidRDefault="00E4503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45038" w:rsidRDefault="00E4503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45038" w:rsidRDefault="00E4503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00C69" w:rsidRDefault="00300C69">
      <w:r>
        <w:rPr>
          <w:b/>
          <w:smallCaps/>
        </w:rPr>
        <w:br w:type="page"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72"/>
      </w:tblGrid>
      <w:tr w:rsidR="0085747A" w:rsidRPr="00B169DF" w:rsidTr="00151573">
        <w:trPr>
          <w:trHeight w:val="7150"/>
        </w:trPr>
        <w:tc>
          <w:tcPr>
            <w:tcW w:w="9072" w:type="dxa"/>
          </w:tcPr>
          <w:p w:rsidR="0085747A" w:rsidRPr="00EC342C" w:rsidRDefault="0085747A" w:rsidP="00CF3B4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EC342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:rsidR="00AE6A24" w:rsidRPr="00EC342C" w:rsidRDefault="00AE6A24" w:rsidP="00CF3B4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EC342C">
              <w:rPr>
                <w:rFonts w:ascii="Corbel" w:hAnsi="Corbel"/>
                <w:b w:val="0"/>
                <w:smallCaps w:val="0"/>
                <w:szCs w:val="24"/>
              </w:rPr>
              <w:t>Wybrane fragmenty następujących pozycji:</w:t>
            </w:r>
          </w:p>
          <w:p w:rsidR="00990BC2" w:rsidRPr="00EC342C" w:rsidRDefault="007A6CF7" w:rsidP="009C5F30">
            <w:pPr>
              <w:pStyle w:val="Bibliografia"/>
              <w:numPr>
                <w:ilvl w:val="0"/>
                <w:numId w:val="8"/>
              </w:numPr>
              <w:rPr>
                <w:rFonts w:ascii="Corbel" w:hAnsi="Corbel" w:cs="Calibri"/>
                <w:sz w:val="24"/>
                <w:szCs w:val="24"/>
              </w:rPr>
            </w:pPr>
            <w:r w:rsidRPr="00EC342C">
              <w:rPr>
                <w:rFonts w:ascii="Corbel" w:hAnsi="Corbel"/>
                <w:sz w:val="24"/>
                <w:szCs w:val="24"/>
              </w:rPr>
              <w:fldChar w:fldCharType="begin"/>
            </w:r>
            <w:r w:rsidR="00990BC2" w:rsidRPr="00EC342C">
              <w:rPr>
                <w:rFonts w:ascii="Corbel" w:hAnsi="Corbel"/>
                <w:sz w:val="24"/>
                <w:szCs w:val="24"/>
              </w:rPr>
              <w:instrText xml:space="preserve"> ADDIN ZOTERO_BIBL {"uncited":[],"omitted":[],"custom":[]} CSL_BIBLIOGRAPHY </w:instrText>
            </w:r>
            <w:r w:rsidRPr="00EC342C">
              <w:rPr>
                <w:rFonts w:ascii="Corbel" w:hAnsi="Corbel"/>
                <w:sz w:val="24"/>
                <w:szCs w:val="24"/>
              </w:rPr>
              <w:fldChar w:fldCharType="separate"/>
            </w:r>
            <w:r w:rsidR="00990BC2" w:rsidRPr="00EC342C">
              <w:rPr>
                <w:rFonts w:ascii="Corbel" w:hAnsi="Corbel" w:cs="Calibri"/>
                <w:sz w:val="24"/>
                <w:szCs w:val="24"/>
              </w:rPr>
              <w:t>Izdebski, Z., 2012. Seksualność Polaków na początku XXI wieku: studium badawcze, Wyd. 1. ed. Wydawnictwo Uniwersytetu Jagiellońskiego, Kraków.</w:t>
            </w:r>
          </w:p>
          <w:p w:rsidR="00990BC2" w:rsidRPr="00EC342C" w:rsidRDefault="00990BC2" w:rsidP="009C5F30">
            <w:pPr>
              <w:pStyle w:val="Bibliografia"/>
              <w:numPr>
                <w:ilvl w:val="0"/>
                <w:numId w:val="8"/>
              </w:numPr>
              <w:rPr>
                <w:rFonts w:ascii="Corbel" w:hAnsi="Corbel" w:cs="Calibri"/>
                <w:sz w:val="24"/>
                <w:szCs w:val="24"/>
              </w:rPr>
            </w:pPr>
            <w:r w:rsidRPr="00EC342C">
              <w:rPr>
                <w:rFonts w:ascii="Corbel" w:hAnsi="Corbel" w:cs="Calibri"/>
                <w:sz w:val="24"/>
                <w:szCs w:val="24"/>
              </w:rPr>
              <w:t>Izdebski, Z., Wąż, K., 2018. Aktywność seksualna młodzieży 15-letniej, in: Mazur, J., Małkowsk</w:t>
            </w:r>
            <w:r w:rsidR="0014354A" w:rsidRPr="00EC342C">
              <w:rPr>
                <w:rFonts w:ascii="Corbel" w:hAnsi="Corbel" w:cs="Calibri"/>
                <w:sz w:val="24"/>
                <w:szCs w:val="24"/>
              </w:rPr>
              <w:t>a-Szkutnik, A. (Eds.), Zdrowie uczniów w 2018 roku na tle nowego modelu b</w:t>
            </w:r>
            <w:r w:rsidRPr="00EC342C">
              <w:rPr>
                <w:rFonts w:ascii="Corbel" w:hAnsi="Corbel" w:cs="Calibri"/>
                <w:sz w:val="24"/>
                <w:szCs w:val="24"/>
              </w:rPr>
              <w:t>adań HBSC. pp. 143–149.</w:t>
            </w:r>
          </w:p>
          <w:p w:rsidR="00990BC2" w:rsidRPr="00EC342C" w:rsidRDefault="00990BC2" w:rsidP="009C5F30">
            <w:pPr>
              <w:pStyle w:val="Bibliografia"/>
              <w:numPr>
                <w:ilvl w:val="0"/>
                <w:numId w:val="8"/>
              </w:numPr>
              <w:rPr>
                <w:rFonts w:ascii="Corbel" w:hAnsi="Corbel" w:cs="Calibri"/>
                <w:sz w:val="24"/>
                <w:szCs w:val="24"/>
                <w:lang w:val="en-GB"/>
              </w:rPr>
            </w:pPr>
            <w:r w:rsidRPr="00EC342C">
              <w:rPr>
                <w:rFonts w:ascii="Corbel" w:hAnsi="Corbel" w:cs="Calibri"/>
                <w:sz w:val="24"/>
                <w:szCs w:val="24"/>
              </w:rPr>
              <w:t xml:space="preserve">Łukaszek, M., 2021. Wiedza, przekonania i ryzykowne zachowania studentów Podkarpacia związane z HIV/AIDS. </w:t>
            </w:r>
            <w:r w:rsidRPr="00EC342C">
              <w:rPr>
                <w:rFonts w:ascii="Corbel" w:hAnsi="Corbel" w:cs="Calibri"/>
                <w:sz w:val="24"/>
                <w:szCs w:val="24"/>
                <w:lang w:val="en-GB"/>
              </w:rPr>
              <w:t>Wydawnictwo Uniwersytetu Rzeszowskiego, Rzeszów.</w:t>
            </w:r>
          </w:p>
          <w:p w:rsidR="00990BC2" w:rsidRPr="00EC342C" w:rsidRDefault="00990BC2" w:rsidP="009C5F30">
            <w:pPr>
              <w:pStyle w:val="Bibliografia"/>
              <w:numPr>
                <w:ilvl w:val="0"/>
                <w:numId w:val="8"/>
              </w:numPr>
              <w:rPr>
                <w:rFonts w:ascii="Corbel" w:hAnsi="Corbel" w:cs="Calibri"/>
                <w:sz w:val="24"/>
                <w:szCs w:val="24"/>
              </w:rPr>
            </w:pPr>
            <w:r w:rsidRPr="00EC342C">
              <w:rPr>
                <w:rFonts w:ascii="Corbel" w:hAnsi="Corbel" w:cs="Calibri"/>
                <w:sz w:val="24"/>
                <w:szCs w:val="24"/>
              </w:rPr>
              <w:t>Łukaszek, M., 2013. Szorstka młodość: socjalizacyjne wyznaczniki zachowań seksualnych młodzieży (na podstawie badań wychowanków Ochotniczych Hufców Pracy), Wydanie I. ed. Wydawnictwo Uniwersytetu Rzeszowskiego, Rzeszów.</w:t>
            </w:r>
          </w:p>
          <w:p w:rsidR="00990BC2" w:rsidRPr="00EC342C" w:rsidRDefault="00990BC2" w:rsidP="009C5F30">
            <w:pPr>
              <w:pStyle w:val="Bibliografia"/>
              <w:numPr>
                <w:ilvl w:val="0"/>
                <w:numId w:val="8"/>
              </w:numPr>
              <w:rPr>
                <w:rFonts w:ascii="Corbel" w:hAnsi="Corbel" w:cs="Calibri"/>
                <w:sz w:val="24"/>
                <w:szCs w:val="24"/>
              </w:rPr>
            </w:pPr>
            <w:r w:rsidRPr="00EC342C">
              <w:rPr>
                <w:rFonts w:ascii="Corbel" w:hAnsi="Corbel" w:cs="Calibri"/>
                <w:sz w:val="24"/>
                <w:szCs w:val="24"/>
              </w:rPr>
              <w:t>Łukaszek, M., 2019c. Obyczajowość seksualna mężczyzn społecznie niedostosowanych, in: Wąż, K. (Ed.),</w:t>
            </w:r>
            <w:r w:rsidR="00606313" w:rsidRPr="00EC342C">
              <w:rPr>
                <w:rFonts w:ascii="Corbel" w:hAnsi="Corbel" w:cs="Calibri"/>
                <w:sz w:val="24"/>
                <w:szCs w:val="24"/>
              </w:rPr>
              <w:t xml:space="preserve"> Obyczajowość Seksualna Polaków</w:t>
            </w:r>
            <w:r w:rsidRPr="00EC342C">
              <w:rPr>
                <w:rFonts w:ascii="Corbel" w:hAnsi="Corbel" w:cs="Calibri"/>
                <w:sz w:val="24"/>
                <w:szCs w:val="24"/>
              </w:rPr>
              <w:t>: Perspektywa Interdyscyplinarna. Oficyna Wydawnicza Impuls, Kraków, pp. 193–212.</w:t>
            </w:r>
          </w:p>
          <w:p w:rsidR="00990BC2" w:rsidRPr="00EC342C" w:rsidRDefault="00990BC2" w:rsidP="009C5F30">
            <w:pPr>
              <w:pStyle w:val="Bibliografia"/>
              <w:numPr>
                <w:ilvl w:val="0"/>
                <w:numId w:val="8"/>
              </w:numPr>
              <w:rPr>
                <w:rFonts w:ascii="Corbel" w:hAnsi="Corbel" w:cs="Calibri"/>
                <w:sz w:val="24"/>
                <w:szCs w:val="24"/>
              </w:rPr>
            </w:pPr>
            <w:r w:rsidRPr="00EC342C">
              <w:rPr>
                <w:rFonts w:ascii="Corbel" w:hAnsi="Corbel" w:cs="Calibri"/>
                <w:sz w:val="24"/>
                <w:szCs w:val="24"/>
              </w:rPr>
              <w:t>Wąż, K., 2018. Wybrane składowe obyczajowości seksualnej młodzieży. Poznawanie partnera. Rocznik Lubuski 44, 305–323.</w:t>
            </w:r>
          </w:p>
          <w:p w:rsidR="00646FCE" w:rsidRPr="00EC342C" w:rsidRDefault="007A6CF7" w:rsidP="009C5F30">
            <w:pPr>
              <w:pStyle w:val="Bibliografia"/>
              <w:rPr>
                <w:rFonts w:ascii="Corbel" w:hAnsi="Corbel" w:cs="Calibri"/>
                <w:sz w:val="24"/>
                <w:szCs w:val="24"/>
              </w:rPr>
            </w:pPr>
            <w:r w:rsidRPr="00EC342C">
              <w:rPr>
                <w:rFonts w:ascii="Corbel" w:hAnsi="Corbel"/>
                <w:sz w:val="24"/>
                <w:szCs w:val="24"/>
              </w:rPr>
              <w:fldChar w:fldCharType="end"/>
            </w:r>
          </w:p>
        </w:tc>
      </w:tr>
      <w:tr w:rsidR="0085747A" w:rsidRPr="00B169DF" w:rsidTr="00AE6A24">
        <w:trPr>
          <w:trHeight w:val="3890"/>
        </w:trPr>
        <w:tc>
          <w:tcPr>
            <w:tcW w:w="9072" w:type="dxa"/>
          </w:tcPr>
          <w:p w:rsidR="0085747A" w:rsidRPr="00EC342C" w:rsidRDefault="0085747A" w:rsidP="00CF3B4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EC342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90BC2" w:rsidRPr="00EC342C" w:rsidRDefault="00990BC2" w:rsidP="009C5F30">
            <w:pPr>
              <w:pStyle w:val="Bibliografia"/>
              <w:numPr>
                <w:ilvl w:val="0"/>
                <w:numId w:val="9"/>
              </w:numPr>
              <w:rPr>
                <w:rFonts w:ascii="Corbel" w:hAnsi="Corbel" w:cs="Calibri"/>
                <w:sz w:val="24"/>
                <w:szCs w:val="24"/>
                <w:lang w:val="en-GB"/>
              </w:rPr>
            </w:pPr>
            <w:r w:rsidRPr="00EC342C">
              <w:rPr>
                <w:rFonts w:ascii="Corbel" w:hAnsi="Corbel" w:cs="Calibri"/>
                <w:sz w:val="24"/>
                <w:szCs w:val="24"/>
              </w:rPr>
              <w:t xml:space="preserve">Bancroft, J., Lew-Starowicz, Z., Robacha, A., Śmietana, R., 2019. </w:t>
            </w:r>
            <w:r w:rsidRPr="00EC342C">
              <w:rPr>
                <w:rFonts w:ascii="Corbel" w:hAnsi="Corbel" w:cs="Calibri"/>
                <w:sz w:val="24"/>
                <w:szCs w:val="24"/>
                <w:lang w:val="en-GB"/>
              </w:rPr>
              <w:t>Seksualność człowieka = Human sexuality and its problems. Edra Urban &amp; Partner, Wrocław.</w:t>
            </w:r>
          </w:p>
          <w:p w:rsidR="00311736" w:rsidRPr="00EC342C" w:rsidRDefault="00311736" w:rsidP="00311736">
            <w:pPr>
              <w:pStyle w:val="Bibliografia"/>
              <w:numPr>
                <w:ilvl w:val="0"/>
                <w:numId w:val="9"/>
              </w:numPr>
              <w:rPr>
                <w:rFonts w:ascii="Corbel" w:hAnsi="Corbel" w:cs="Calibri"/>
                <w:sz w:val="24"/>
                <w:szCs w:val="24"/>
              </w:rPr>
            </w:pPr>
            <w:r w:rsidRPr="00EC342C">
              <w:rPr>
                <w:rFonts w:ascii="Corbel" w:hAnsi="Corbel" w:cs="Calibri"/>
                <w:sz w:val="24"/>
                <w:szCs w:val="24"/>
              </w:rPr>
              <w:t>Grzelak, S., 2009. Profilaktyka ryzykownych zachowań seksualnych młodzieży: aktualny stan badań na świecie i w Polsce, Wyd. 2 rozsz. ed. Wydawnictwo Rubikon, Kraków.</w:t>
            </w:r>
          </w:p>
          <w:p w:rsidR="00607554" w:rsidRPr="00EC342C" w:rsidRDefault="00607554" w:rsidP="009C5F30">
            <w:pPr>
              <w:pStyle w:val="Bibliografia"/>
              <w:numPr>
                <w:ilvl w:val="0"/>
                <w:numId w:val="9"/>
              </w:numPr>
              <w:rPr>
                <w:rFonts w:ascii="Corbel" w:hAnsi="Corbel" w:cs="Calibri"/>
                <w:sz w:val="24"/>
                <w:szCs w:val="24"/>
              </w:rPr>
            </w:pPr>
            <w:r w:rsidRPr="00EC342C">
              <w:rPr>
                <w:rFonts w:ascii="Corbel" w:hAnsi="Corbel" w:cs="Calibri"/>
                <w:sz w:val="24"/>
                <w:szCs w:val="24"/>
              </w:rPr>
              <w:t>Izdebski, Z. (Ed.), 2008. Zagrożenia okresu dorastania. Oficyna Wydawnicza Uniwersytetu Zielonogórskiego, Zielona Góra.</w:t>
            </w:r>
          </w:p>
          <w:p w:rsidR="00E72BC4" w:rsidRPr="00EC342C" w:rsidRDefault="00E72BC4" w:rsidP="00E72BC4">
            <w:pPr>
              <w:pStyle w:val="Bibliografia"/>
              <w:numPr>
                <w:ilvl w:val="0"/>
                <w:numId w:val="9"/>
              </w:numPr>
              <w:rPr>
                <w:rFonts w:ascii="Corbel" w:hAnsi="Corbel" w:cs="Calibri"/>
                <w:sz w:val="24"/>
                <w:szCs w:val="24"/>
              </w:rPr>
            </w:pPr>
            <w:r w:rsidRPr="00EC342C">
              <w:rPr>
                <w:rFonts w:ascii="Corbel" w:hAnsi="Corbel" w:cs="Calibri"/>
                <w:sz w:val="24"/>
                <w:szCs w:val="24"/>
              </w:rPr>
              <w:t>Kowalczyk, R., Stola, A., 2020. Kontakty seksualne pod wpływem substancji psychoaktywnych w grupie MSM - analiza zjawiska., in: Moniuszko-Malinowska, A. (Ed.), Zagrożenia Cywilizacyjne XXI Wieku. pp. 77–87.</w:t>
            </w:r>
          </w:p>
          <w:p w:rsidR="00B82D44" w:rsidRPr="00EC342C" w:rsidRDefault="00B82D44" w:rsidP="00B82D44">
            <w:pPr>
              <w:pStyle w:val="Bibliografia"/>
              <w:numPr>
                <w:ilvl w:val="0"/>
                <w:numId w:val="9"/>
              </w:numPr>
              <w:rPr>
                <w:rFonts w:ascii="Corbel" w:hAnsi="Corbel" w:cs="Calibri"/>
                <w:sz w:val="24"/>
                <w:szCs w:val="24"/>
              </w:rPr>
            </w:pPr>
            <w:r w:rsidRPr="00EC342C">
              <w:rPr>
                <w:rFonts w:ascii="Corbel" w:hAnsi="Corbel" w:cs="Calibri"/>
                <w:sz w:val="24"/>
                <w:szCs w:val="24"/>
              </w:rPr>
              <w:t>Krajowe Centrum ds. AIDS, 2021. Kampania –„Czy wiesz, że…” 2021 Kontynuacja kampanii profilaktycznej HIV/AIDS z 2020 r.</w:t>
            </w:r>
          </w:p>
          <w:p w:rsidR="00607554" w:rsidRPr="00EC342C" w:rsidRDefault="00607554" w:rsidP="009C5F30">
            <w:pPr>
              <w:pStyle w:val="Bibliografia"/>
              <w:numPr>
                <w:ilvl w:val="0"/>
                <w:numId w:val="9"/>
              </w:numPr>
              <w:rPr>
                <w:rFonts w:ascii="Corbel" w:hAnsi="Corbel" w:cs="Calibri"/>
                <w:sz w:val="24"/>
                <w:szCs w:val="24"/>
                <w:lang w:val="en-GB"/>
              </w:rPr>
            </w:pPr>
            <w:r w:rsidRPr="00EC342C">
              <w:rPr>
                <w:rFonts w:ascii="Corbel" w:hAnsi="Corbel" w:cs="Calibri"/>
                <w:sz w:val="24"/>
                <w:szCs w:val="24"/>
                <w:lang w:val="en-GB"/>
              </w:rPr>
              <w:t xml:space="preserve">Łukaszek, M., 2020a. Students’ behaviors in the context of the risk of HIV infection. Journal of HIV/AIDS &amp; Social Services 19, 231–251. </w:t>
            </w:r>
            <w:r w:rsidRPr="00EC342C">
              <w:rPr>
                <w:rFonts w:ascii="Corbel" w:hAnsi="Corbel" w:cs="Calibri"/>
                <w:sz w:val="24"/>
                <w:szCs w:val="24"/>
                <w:lang w:val="en-GB"/>
              </w:rPr>
              <w:lastRenderedPageBreak/>
              <w:t>https://doi.org/10.1080/15381501.2020.1806165</w:t>
            </w:r>
          </w:p>
          <w:p w:rsidR="00607554" w:rsidRPr="00EC342C" w:rsidRDefault="00607554" w:rsidP="009C5F30">
            <w:pPr>
              <w:pStyle w:val="Bibliografia"/>
              <w:numPr>
                <w:ilvl w:val="0"/>
                <w:numId w:val="9"/>
              </w:numPr>
              <w:rPr>
                <w:rFonts w:ascii="Corbel" w:hAnsi="Corbel" w:cs="Calibri"/>
                <w:sz w:val="24"/>
                <w:szCs w:val="24"/>
              </w:rPr>
            </w:pPr>
            <w:r w:rsidRPr="00EC342C">
              <w:rPr>
                <w:rFonts w:ascii="Corbel" w:hAnsi="Corbel" w:cs="Calibri"/>
                <w:sz w:val="24"/>
                <w:szCs w:val="24"/>
              </w:rPr>
              <w:t>Łukaszek, M., 2020b. Prostytucja jako element obyczajowości seksualnej mężczyzn niedostosowanych społecznie wyrazem aprobaty seksu bez miłości. Kwartalnik Naukowy Fides et Ratio Tom 41 Nr 1, 395-412 Strony. https://doi.org/10.34766/FETR.V41I1.243</w:t>
            </w:r>
          </w:p>
          <w:p w:rsidR="00607554" w:rsidRPr="00EC342C" w:rsidRDefault="00607554" w:rsidP="009C5F30">
            <w:pPr>
              <w:pStyle w:val="Bibliografia"/>
              <w:numPr>
                <w:ilvl w:val="0"/>
                <w:numId w:val="9"/>
              </w:numPr>
              <w:rPr>
                <w:rFonts w:ascii="Corbel" w:hAnsi="Corbel" w:cs="Calibri"/>
                <w:sz w:val="24"/>
                <w:szCs w:val="24"/>
                <w:lang w:val="en-GB"/>
              </w:rPr>
            </w:pPr>
            <w:r w:rsidRPr="00EC342C">
              <w:rPr>
                <w:rFonts w:ascii="Corbel" w:hAnsi="Corbel" w:cs="Calibri"/>
                <w:sz w:val="24"/>
                <w:szCs w:val="24"/>
                <w:lang w:val="en-GB"/>
              </w:rPr>
              <w:t>Łukaszek, M., 2018. Socially maladjusted men and their sexual scripts in the context of psychoactive substance use. ain 31, 193–212. https://doi.org/10.5114/ain.2018.80852</w:t>
            </w:r>
          </w:p>
          <w:p w:rsidR="00196B32" w:rsidRPr="00EC342C" w:rsidRDefault="00607554" w:rsidP="00151573">
            <w:pPr>
              <w:pStyle w:val="Bibliografia"/>
              <w:numPr>
                <w:ilvl w:val="0"/>
                <w:numId w:val="9"/>
              </w:numPr>
              <w:rPr>
                <w:rFonts w:ascii="Corbel" w:hAnsi="Corbel" w:cs="Calibri"/>
                <w:sz w:val="24"/>
                <w:szCs w:val="24"/>
              </w:rPr>
            </w:pPr>
            <w:r w:rsidRPr="00EC342C">
              <w:rPr>
                <w:rFonts w:ascii="Corbel" w:hAnsi="Corbel" w:cs="Calibri"/>
                <w:sz w:val="24"/>
                <w:szCs w:val="24"/>
              </w:rPr>
              <w:t>Łukaszek, M., 2015. Doświadczenia przemocy seksualnej mężczyzn odbywających karę pozba</w:t>
            </w:r>
            <w:r w:rsidR="0014354A" w:rsidRPr="00EC342C">
              <w:rPr>
                <w:rFonts w:ascii="Corbel" w:hAnsi="Corbel" w:cs="Calibri"/>
                <w:sz w:val="24"/>
                <w:szCs w:val="24"/>
              </w:rPr>
              <w:t>wienia wolności, in: Wybrane problemy seksualności w</w:t>
            </w:r>
            <w:r w:rsidRPr="00EC342C">
              <w:rPr>
                <w:rFonts w:ascii="Corbel" w:hAnsi="Corbel" w:cs="Calibri"/>
                <w:sz w:val="24"/>
                <w:szCs w:val="24"/>
              </w:rPr>
              <w:t>ięźniów. Uniwersytet Rzeszowski, Rzeszów, p. S. 21-38.</w:t>
            </w:r>
          </w:p>
          <w:p w:rsidR="00B268E3" w:rsidRPr="00EC342C" w:rsidRDefault="00B268E3" w:rsidP="00B268E3">
            <w:pPr>
              <w:pStyle w:val="Bibliografia"/>
              <w:numPr>
                <w:ilvl w:val="0"/>
                <w:numId w:val="9"/>
              </w:numPr>
              <w:rPr>
                <w:rFonts w:ascii="Corbel" w:hAnsi="Corbel" w:cs="Calibri"/>
                <w:sz w:val="24"/>
                <w:szCs w:val="24"/>
              </w:rPr>
            </w:pPr>
            <w:r w:rsidRPr="00EC342C">
              <w:rPr>
                <w:rFonts w:ascii="Corbel" w:hAnsi="Corbel" w:cs="Calibri"/>
                <w:sz w:val="24"/>
                <w:szCs w:val="24"/>
              </w:rPr>
              <w:t>Pospiszyl, K., 2021. Terapia</w:t>
            </w:r>
            <w:r w:rsidR="00D345B1" w:rsidRPr="00EC342C">
              <w:rPr>
                <w:rFonts w:ascii="Corbel" w:hAnsi="Corbel" w:cs="Calibri"/>
                <w:sz w:val="24"/>
                <w:szCs w:val="24"/>
              </w:rPr>
              <w:t xml:space="preserve"> przestępców seksualnych: przesł</w:t>
            </w:r>
            <w:r w:rsidRPr="00EC342C">
              <w:rPr>
                <w:rFonts w:ascii="Corbel" w:hAnsi="Corbel" w:cs="Calibri"/>
                <w:sz w:val="24"/>
                <w:szCs w:val="24"/>
              </w:rPr>
              <w:t>anki teoretyczne, diagnoza i organizacja. Wydawnictwo DiG: Szk</w:t>
            </w:r>
            <w:r w:rsidR="00D345B1" w:rsidRPr="00EC342C">
              <w:rPr>
                <w:rFonts w:ascii="Corbel" w:hAnsi="Corbel" w:cs="Calibri"/>
                <w:sz w:val="24"/>
                <w:szCs w:val="24"/>
              </w:rPr>
              <w:t>oła Wyższa Wymiaru Sprawiedliwoś</w:t>
            </w:r>
            <w:r w:rsidRPr="00EC342C">
              <w:rPr>
                <w:rFonts w:ascii="Corbel" w:hAnsi="Corbel" w:cs="Calibri"/>
                <w:sz w:val="24"/>
                <w:szCs w:val="24"/>
              </w:rPr>
              <w:t>ci, Warszawa.</w:t>
            </w:r>
          </w:p>
          <w:p w:rsidR="00B268E3" w:rsidRPr="00EC342C" w:rsidRDefault="00D345B1" w:rsidP="00B268E3">
            <w:pPr>
              <w:pStyle w:val="Bibliografia"/>
              <w:numPr>
                <w:ilvl w:val="0"/>
                <w:numId w:val="9"/>
              </w:numPr>
              <w:rPr>
                <w:rFonts w:ascii="Corbel" w:hAnsi="Corbel" w:cs="Calibri"/>
                <w:sz w:val="24"/>
                <w:szCs w:val="24"/>
              </w:rPr>
            </w:pPr>
            <w:r w:rsidRPr="00EC342C">
              <w:rPr>
                <w:rFonts w:ascii="Corbel" w:hAnsi="Corbel" w:cs="Calibri"/>
                <w:sz w:val="24"/>
                <w:szCs w:val="24"/>
              </w:rPr>
              <w:t>Szetela, B., Łapiński, Ł., Gąsiorowski, J., Rymer, W., 2014. Profilaktyka zakażenia HIV, in: Gładysz, A., Knysz, B. (Eds.), Zakażenia HIV i AIDS   – Poradnik Dla Lekarzy. Wydawnictwo Continuo, Wrocław, pp. 101–108.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57C" w:rsidRDefault="00EF157C" w:rsidP="00C16ABF">
      <w:pPr>
        <w:spacing w:after="0" w:line="240" w:lineRule="auto"/>
      </w:pPr>
      <w:r>
        <w:separator/>
      </w:r>
    </w:p>
  </w:endnote>
  <w:endnote w:type="continuationSeparator" w:id="1">
    <w:p w:rsidR="00EF157C" w:rsidRDefault="00EF157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57C" w:rsidRDefault="00EF157C" w:rsidP="00C16ABF">
      <w:pPr>
        <w:spacing w:after="0" w:line="240" w:lineRule="auto"/>
      </w:pPr>
      <w:r>
        <w:separator/>
      </w:r>
    </w:p>
  </w:footnote>
  <w:footnote w:type="continuationSeparator" w:id="1">
    <w:p w:rsidR="00EF157C" w:rsidRDefault="00EF157C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 w:rsidRPr="006522BB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C7910"/>
    <w:multiLevelType w:val="hybridMultilevel"/>
    <w:tmpl w:val="64BAD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E47792D"/>
    <w:multiLevelType w:val="hybridMultilevel"/>
    <w:tmpl w:val="0316B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72702A"/>
    <w:multiLevelType w:val="hybridMultilevel"/>
    <w:tmpl w:val="50982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314DED"/>
    <w:multiLevelType w:val="hybridMultilevel"/>
    <w:tmpl w:val="7248C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8"/>
  </w:num>
  <w:num w:numId="9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693A"/>
    <w:rsid w:val="000075E8"/>
    <w:rsid w:val="000077B4"/>
    <w:rsid w:val="0001319B"/>
    <w:rsid w:val="00015B8F"/>
    <w:rsid w:val="00022ECE"/>
    <w:rsid w:val="00042A51"/>
    <w:rsid w:val="00042D2E"/>
    <w:rsid w:val="000437B8"/>
    <w:rsid w:val="00044C82"/>
    <w:rsid w:val="00045E2E"/>
    <w:rsid w:val="00057308"/>
    <w:rsid w:val="00070ED6"/>
    <w:rsid w:val="000742DC"/>
    <w:rsid w:val="00084C12"/>
    <w:rsid w:val="00086A27"/>
    <w:rsid w:val="0009462C"/>
    <w:rsid w:val="00094B12"/>
    <w:rsid w:val="00096C46"/>
    <w:rsid w:val="000972E6"/>
    <w:rsid w:val="000A296F"/>
    <w:rsid w:val="000A2A28"/>
    <w:rsid w:val="000A3CDF"/>
    <w:rsid w:val="000A3FFA"/>
    <w:rsid w:val="000B192D"/>
    <w:rsid w:val="000B1A40"/>
    <w:rsid w:val="000B28EE"/>
    <w:rsid w:val="000B3E37"/>
    <w:rsid w:val="000C0409"/>
    <w:rsid w:val="000C5094"/>
    <w:rsid w:val="000C59FE"/>
    <w:rsid w:val="000C5C2C"/>
    <w:rsid w:val="000D04B0"/>
    <w:rsid w:val="000F1C57"/>
    <w:rsid w:val="000F5615"/>
    <w:rsid w:val="001002B3"/>
    <w:rsid w:val="001045A1"/>
    <w:rsid w:val="00124BFF"/>
    <w:rsid w:val="0012560E"/>
    <w:rsid w:val="00127108"/>
    <w:rsid w:val="00134B13"/>
    <w:rsid w:val="00136C53"/>
    <w:rsid w:val="0014269D"/>
    <w:rsid w:val="0014354A"/>
    <w:rsid w:val="00146BC0"/>
    <w:rsid w:val="00151573"/>
    <w:rsid w:val="00153C41"/>
    <w:rsid w:val="00154381"/>
    <w:rsid w:val="001640A7"/>
    <w:rsid w:val="00164FA7"/>
    <w:rsid w:val="00166A03"/>
    <w:rsid w:val="001718A7"/>
    <w:rsid w:val="001737CF"/>
    <w:rsid w:val="00176083"/>
    <w:rsid w:val="00181F5A"/>
    <w:rsid w:val="0018530D"/>
    <w:rsid w:val="00185787"/>
    <w:rsid w:val="00191CBD"/>
    <w:rsid w:val="00192F37"/>
    <w:rsid w:val="00194D8F"/>
    <w:rsid w:val="00196B32"/>
    <w:rsid w:val="001A2EE6"/>
    <w:rsid w:val="001A70D2"/>
    <w:rsid w:val="001B7C8D"/>
    <w:rsid w:val="001C01CA"/>
    <w:rsid w:val="001D2A53"/>
    <w:rsid w:val="001D3B3B"/>
    <w:rsid w:val="001D657B"/>
    <w:rsid w:val="001D7B54"/>
    <w:rsid w:val="001E0209"/>
    <w:rsid w:val="001E1946"/>
    <w:rsid w:val="001F0402"/>
    <w:rsid w:val="001F2CA2"/>
    <w:rsid w:val="001F7790"/>
    <w:rsid w:val="00203FF7"/>
    <w:rsid w:val="002144C0"/>
    <w:rsid w:val="00214898"/>
    <w:rsid w:val="0021635C"/>
    <w:rsid w:val="002174B4"/>
    <w:rsid w:val="0022477D"/>
    <w:rsid w:val="00226331"/>
    <w:rsid w:val="002278A9"/>
    <w:rsid w:val="002336F9"/>
    <w:rsid w:val="00233ECB"/>
    <w:rsid w:val="0024028F"/>
    <w:rsid w:val="00240AA4"/>
    <w:rsid w:val="00241AF4"/>
    <w:rsid w:val="00244ABC"/>
    <w:rsid w:val="002454E2"/>
    <w:rsid w:val="00247D17"/>
    <w:rsid w:val="002724F0"/>
    <w:rsid w:val="00281FF2"/>
    <w:rsid w:val="002857DE"/>
    <w:rsid w:val="00287297"/>
    <w:rsid w:val="00291567"/>
    <w:rsid w:val="002A22BF"/>
    <w:rsid w:val="002A2389"/>
    <w:rsid w:val="002A3565"/>
    <w:rsid w:val="002A5987"/>
    <w:rsid w:val="002A671D"/>
    <w:rsid w:val="002B4D55"/>
    <w:rsid w:val="002B5EA0"/>
    <w:rsid w:val="002B6119"/>
    <w:rsid w:val="002C1F06"/>
    <w:rsid w:val="002C54BD"/>
    <w:rsid w:val="002C6F3C"/>
    <w:rsid w:val="002D25D2"/>
    <w:rsid w:val="002D2C94"/>
    <w:rsid w:val="002D3375"/>
    <w:rsid w:val="002D593D"/>
    <w:rsid w:val="002D73D4"/>
    <w:rsid w:val="002E2FDF"/>
    <w:rsid w:val="002E6A27"/>
    <w:rsid w:val="002F02A3"/>
    <w:rsid w:val="002F4ABE"/>
    <w:rsid w:val="002F4AF0"/>
    <w:rsid w:val="00300C69"/>
    <w:rsid w:val="003018BA"/>
    <w:rsid w:val="0030395F"/>
    <w:rsid w:val="00305C92"/>
    <w:rsid w:val="00311736"/>
    <w:rsid w:val="003151C5"/>
    <w:rsid w:val="003231D9"/>
    <w:rsid w:val="00324FEA"/>
    <w:rsid w:val="00327E74"/>
    <w:rsid w:val="003343CF"/>
    <w:rsid w:val="003373EF"/>
    <w:rsid w:val="00346FE9"/>
    <w:rsid w:val="0034759A"/>
    <w:rsid w:val="003503F6"/>
    <w:rsid w:val="003530DD"/>
    <w:rsid w:val="00361490"/>
    <w:rsid w:val="00363F78"/>
    <w:rsid w:val="003733E4"/>
    <w:rsid w:val="003863B7"/>
    <w:rsid w:val="003924BF"/>
    <w:rsid w:val="003A0A5B"/>
    <w:rsid w:val="003A1176"/>
    <w:rsid w:val="003C0BAE"/>
    <w:rsid w:val="003C711C"/>
    <w:rsid w:val="003D18A9"/>
    <w:rsid w:val="003D499E"/>
    <w:rsid w:val="003D6CE2"/>
    <w:rsid w:val="003E1941"/>
    <w:rsid w:val="003E2FE6"/>
    <w:rsid w:val="003E49D5"/>
    <w:rsid w:val="003E4A76"/>
    <w:rsid w:val="003F205D"/>
    <w:rsid w:val="003F38C0"/>
    <w:rsid w:val="0040404C"/>
    <w:rsid w:val="00414E3C"/>
    <w:rsid w:val="0041772A"/>
    <w:rsid w:val="0042244A"/>
    <w:rsid w:val="0042745A"/>
    <w:rsid w:val="00431D5C"/>
    <w:rsid w:val="0043543C"/>
    <w:rsid w:val="00435C37"/>
    <w:rsid w:val="004362C6"/>
    <w:rsid w:val="00437FA2"/>
    <w:rsid w:val="0044024E"/>
    <w:rsid w:val="00445970"/>
    <w:rsid w:val="00461EFC"/>
    <w:rsid w:val="0046228F"/>
    <w:rsid w:val="004652C2"/>
    <w:rsid w:val="004706D1"/>
    <w:rsid w:val="00471326"/>
    <w:rsid w:val="0047598D"/>
    <w:rsid w:val="004840FD"/>
    <w:rsid w:val="00487167"/>
    <w:rsid w:val="00490F7D"/>
    <w:rsid w:val="00491678"/>
    <w:rsid w:val="004968E2"/>
    <w:rsid w:val="004A3EEA"/>
    <w:rsid w:val="004A4D1F"/>
    <w:rsid w:val="004B3F0E"/>
    <w:rsid w:val="004B5EFE"/>
    <w:rsid w:val="004D31C0"/>
    <w:rsid w:val="004D5282"/>
    <w:rsid w:val="004D591B"/>
    <w:rsid w:val="004E3A81"/>
    <w:rsid w:val="004F046A"/>
    <w:rsid w:val="004F1551"/>
    <w:rsid w:val="004F5241"/>
    <w:rsid w:val="004F55A3"/>
    <w:rsid w:val="00500865"/>
    <w:rsid w:val="0050496F"/>
    <w:rsid w:val="00511744"/>
    <w:rsid w:val="005124DD"/>
    <w:rsid w:val="00513B6F"/>
    <w:rsid w:val="00517C63"/>
    <w:rsid w:val="00526509"/>
    <w:rsid w:val="00526583"/>
    <w:rsid w:val="005363C4"/>
    <w:rsid w:val="00536BDE"/>
    <w:rsid w:val="00543ACC"/>
    <w:rsid w:val="0054452C"/>
    <w:rsid w:val="00544C02"/>
    <w:rsid w:val="0056696D"/>
    <w:rsid w:val="00574C10"/>
    <w:rsid w:val="00582BC0"/>
    <w:rsid w:val="0059484D"/>
    <w:rsid w:val="005A0855"/>
    <w:rsid w:val="005A3196"/>
    <w:rsid w:val="005B048D"/>
    <w:rsid w:val="005B057E"/>
    <w:rsid w:val="005C080F"/>
    <w:rsid w:val="005C55E5"/>
    <w:rsid w:val="005C5965"/>
    <w:rsid w:val="005C696A"/>
    <w:rsid w:val="005C7C80"/>
    <w:rsid w:val="005E0F91"/>
    <w:rsid w:val="005E6E85"/>
    <w:rsid w:val="005F1F5E"/>
    <w:rsid w:val="005F31D2"/>
    <w:rsid w:val="005F76A3"/>
    <w:rsid w:val="00606313"/>
    <w:rsid w:val="00607554"/>
    <w:rsid w:val="0061029B"/>
    <w:rsid w:val="0061233B"/>
    <w:rsid w:val="00617230"/>
    <w:rsid w:val="00621CE1"/>
    <w:rsid w:val="00627FC9"/>
    <w:rsid w:val="0063183D"/>
    <w:rsid w:val="00646FCE"/>
    <w:rsid w:val="00647FA8"/>
    <w:rsid w:val="00650C5F"/>
    <w:rsid w:val="006522BB"/>
    <w:rsid w:val="00654934"/>
    <w:rsid w:val="006620D9"/>
    <w:rsid w:val="00671958"/>
    <w:rsid w:val="00675843"/>
    <w:rsid w:val="00690D31"/>
    <w:rsid w:val="00696477"/>
    <w:rsid w:val="006A1510"/>
    <w:rsid w:val="006A1614"/>
    <w:rsid w:val="006A568E"/>
    <w:rsid w:val="006A7F90"/>
    <w:rsid w:val="006B5E21"/>
    <w:rsid w:val="006C6789"/>
    <w:rsid w:val="006D050F"/>
    <w:rsid w:val="006D6139"/>
    <w:rsid w:val="006E18FA"/>
    <w:rsid w:val="006E1926"/>
    <w:rsid w:val="006E467D"/>
    <w:rsid w:val="006E5D65"/>
    <w:rsid w:val="006E65D5"/>
    <w:rsid w:val="006E6F0D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277F8"/>
    <w:rsid w:val="00731114"/>
    <w:rsid w:val="007327BD"/>
    <w:rsid w:val="00734608"/>
    <w:rsid w:val="007434A4"/>
    <w:rsid w:val="00743C76"/>
    <w:rsid w:val="00745302"/>
    <w:rsid w:val="007461D6"/>
    <w:rsid w:val="00746EC8"/>
    <w:rsid w:val="007553E6"/>
    <w:rsid w:val="007636EF"/>
    <w:rsid w:val="00763BF1"/>
    <w:rsid w:val="007642C1"/>
    <w:rsid w:val="00766FD4"/>
    <w:rsid w:val="0077385F"/>
    <w:rsid w:val="00773A4C"/>
    <w:rsid w:val="0078168C"/>
    <w:rsid w:val="00782EC8"/>
    <w:rsid w:val="00783F94"/>
    <w:rsid w:val="00787C2A"/>
    <w:rsid w:val="00790E27"/>
    <w:rsid w:val="007A4022"/>
    <w:rsid w:val="007A406D"/>
    <w:rsid w:val="007A6CF7"/>
    <w:rsid w:val="007A6E6E"/>
    <w:rsid w:val="007A78BD"/>
    <w:rsid w:val="007B3C53"/>
    <w:rsid w:val="007C3299"/>
    <w:rsid w:val="007C3BCC"/>
    <w:rsid w:val="007C4546"/>
    <w:rsid w:val="007D3203"/>
    <w:rsid w:val="007D6E56"/>
    <w:rsid w:val="007E484C"/>
    <w:rsid w:val="007E7985"/>
    <w:rsid w:val="007F4155"/>
    <w:rsid w:val="008051C0"/>
    <w:rsid w:val="008100D4"/>
    <w:rsid w:val="0081554D"/>
    <w:rsid w:val="00815B4B"/>
    <w:rsid w:val="0081707E"/>
    <w:rsid w:val="00820492"/>
    <w:rsid w:val="008372BA"/>
    <w:rsid w:val="0083733D"/>
    <w:rsid w:val="008449B3"/>
    <w:rsid w:val="00844B02"/>
    <w:rsid w:val="008552A2"/>
    <w:rsid w:val="0085747A"/>
    <w:rsid w:val="0087346B"/>
    <w:rsid w:val="00884922"/>
    <w:rsid w:val="00885F64"/>
    <w:rsid w:val="008917F9"/>
    <w:rsid w:val="00892693"/>
    <w:rsid w:val="008A45F7"/>
    <w:rsid w:val="008B16EE"/>
    <w:rsid w:val="008C0CC0"/>
    <w:rsid w:val="008C19A9"/>
    <w:rsid w:val="008C379D"/>
    <w:rsid w:val="008C5147"/>
    <w:rsid w:val="008C5359"/>
    <w:rsid w:val="008C5363"/>
    <w:rsid w:val="008D3C36"/>
    <w:rsid w:val="008D3DFB"/>
    <w:rsid w:val="008D730F"/>
    <w:rsid w:val="008E64F4"/>
    <w:rsid w:val="008E68B0"/>
    <w:rsid w:val="008F12C9"/>
    <w:rsid w:val="008F6E29"/>
    <w:rsid w:val="00901B2A"/>
    <w:rsid w:val="00916188"/>
    <w:rsid w:val="00923D7D"/>
    <w:rsid w:val="0092737D"/>
    <w:rsid w:val="009508DF"/>
    <w:rsid w:val="00950DA6"/>
    <w:rsid w:val="00950DAC"/>
    <w:rsid w:val="00950DE6"/>
    <w:rsid w:val="00952FE9"/>
    <w:rsid w:val="00954A07"/>
    <w:rsid w:val="00961BCB"/>
    <w:rsid w:val="00970903"/>
    <w:rsid w:val="00980666"/>
    <w:rsid w:val="00990BC2"/>
    <w:rsid w:val="00997F14"/>
    <w:rsid w:val="009A0D78"/>
    <w:rsid w:val="009A1B52"/>
    <w:rsid w:val="009A78D9"/>
    <w:rsid w:val="009B7FA4"/>
    <w:rsid w:val="009C02F7"/>
    <w:rsid w:val="009C32DF"/>
    <w:rsid w:val="009C3E31"/>
    <w:rsid w:val="009C54AE"/>
    <w:rsid w:val="009C5F30"/>
    <w:rsid w:val="009C69CD"/>
    <w:rsid w:val="009C788E"/>
    <w:rsid w:val="009D3F3B"/>
    <w:rsid w:val="009E0543"/>
    <w:rsid w:val="009E08C6"/>
    <w:rsid w:val="009E3B41"/>
    <w:rsid w:val="009F3C5C"/>
    <w:rsid w:val="009F4610"/>
    <w:rsid w:val="00A00ECC"/>
    <w:rsid w:val="00A07661"/>
    <w:rsid w:val="00A155EE"/>
    <w:rsid w:val="00A2245B"/>
    <w:rsid w:val="00A30110"/>
    <w:rsid w:val="00A30572"/>
    <w:rsid w:val="00A36899"/>
    <w:rsid w:val="00A371F6"/>
    <w:rsid w:val="00A43BF6"/>
    <w:rsid w:val="00A44270"/>
    <w:rsid w:val="00A53FA5"/>
    <w:rsid w:val="00A54113"/>
    <w:rsid w:val="00A54817"/>
    <w:rsid w:val="00A601C8"/>
    <w:rsid w:val="00A60799"/>
    <w:rsid w:val="00A812E9"/>
    <w:rsid w:val="00A84C85"/>
    <w:rsid w:val="00A97DE1"/>
    <w:rsid w:val="00AB02C4"/>
    <w:rsid w:val="00AB053C"/>
    <w:rsid w:val="00AC01F9"/>
    <w:rsid w:val="00AC39F9"/>
    <w:rsid w:val="00AD1146"/>
    <w:rsid w:val="00AD27D3"/>
    <w:rsid w:val="00AD3BE8"/>
    <w:rsid w:val="00AD66D6"/>
    <w:rsid w:val="00AD67BE"/>
    <w:rsid w:val="00AE1160"/>
    <w:rsid w:val="00AE203C"/>
    <w:rsid w:val="00AE2E74"/>
    <w:rsid w:val="00AE57A3"/>
    <w:rsid w:val="00AE5FCB"/>
    <w:rsid w:val="00AE6A24"/>
    <w:rsid w:val="00AF2C1E"/>
    <w:rsid w:val="00AF3BF1"/>
    <w:rsid w:val="00B06142"/>
    <w:rsid w:val="00B12564"/>
    <w:rsid w:val="00B135B1"/>
    <w:rsid w:val="00B1435F"/>
    <w:rsid w:val="00B169DF"/>
    <w:rsid w:val="00B21421"/>
    <w:rsid w:val="00B268E3"/>
    <w:rsid w:val="00B3130B"/>
    <w:rsid w:val="00B36452"/>
    <w:rsid w:val="00B40ADB"/>
    <w:rsid w:val="00B43B77"/>
    <w:rsid w:val="00B43E80"/>
    <w:rsid w:val="00B54149"/>
    <w:rsid w:val="00B553B9"/>
    <w:rsid w:val="00B57C42"/>
    <w:rsid w:val="00B607DB"/>
    <w:rsid w:val="00B608CA"/>
    <w:rsid w:val="00B62E3D"/>
    <w:rsid w:val="00B640B4"/>
    <w:rsid w:val="00B65229"/>
    <w:rsid w:val="00B66529"/>
    <w:rsid w:val="00B75946"/>
    <w:rsid w:val="00B8056E"/>
    <w:rsid w:val="00B819C8"/>
    <w:rsid w:val="00B82308"/>
    <w:rsid w:val="00B82D44"/>
    <w:rsid w:val="00B90885"/>
    <w:rsid w:val="00BA01F3"/>
    <w:rsid w:val="00BA0EF1"/>
    <w:rsid w:val="00BB520A"/>
    <w:rsid w:val="00BC6BEB"/>
    <w:rsid w:val="00BD00FB"/>
    <w:rsid w:val="00BD1C3B"/>
    <w:rsid w:val="00BD3869"/>
    <w:rsid w:val="00BD66E9"/>
    <w:rsid w:val="00BD6FF4"/>
    <w:rsid w:val="00BE4A53"/>
    <w:rsid w:val="00BF1374"/>
    <w:rsid w:val="00BF2C41"/>
    <w:rsid w:val="00BF6953"/>
    <w:rsid w:val="00C04A71"/>
    <w:rsid w:val="00C058B4"/>
    <w:rsid w:val="00C05F44"/>
    <w:rsid w:val="00C131B5"/>
    <w:rsid w:val="00C16ABF"/>
    <w:rsid w:val="00C170AE"/>
    <w:rsid w:val="00C26CB7"/>
    <w:rsid w:val="00C324C1"/>
    <w:rsid w:val="00C34F3A"/>
    <w:rsid w:val="00C35F10"/>
    <w:rsid w:val="00C36992"/>
    <w:rsid w:val="00C40735"/>
    <w:rsid w:val="00C44701"/>
    <w:rsid w:val="00C45493"/>
    <w:rsid w:val="00C53FD9"/>
    <w:rsid w:val="00C56036"/>
    <w:rsid w:val="00C61DC5"/>
    <w:rsid w:val="00C67E92"/>
    <w:rsid w:val="00C70A26"/>
    <w:rsid w:val="00C74D4E"/>
    <w:rsid w:val="00C76028"/>
    <w:rsid w:val="00C766DF"/>
    <w:rsid w:val="00C81788"/>
    <w:rsid w:val="00C94B98"/>
    <w:rsid w:val="00CA2B96"/>
    <w:rsid w:val="00CA4FC8"/>
    <w:rsid w:val="00CA5089"/>
    <w:rsid w:val="00CB4223"/>
    <w:rsid w:val="00CC576B"/>
    <w:rsid w:val="00CD2BF6"/>
    <w:rsid w:val="00CD6897"/>
    <w:rsid w:val="00CE5BAC"/>
    <w:rsid w:val="00CF198B"/>
    <w:rsid w:val="00CF25BE"/>
    <w:rsid w:val="00CF3B4B"/>
    <w:rsid w:val="00CF49A4"/>
    <w:rsid w:val="00CF78ED"/>
    <w:rsid w:val="00CF7914"/>
    <w:rsid w:val="00D02B25"/>
    <w:rsid w:val="00D02EBA"/>
    <w:rsid w:val="00D07359"/>
    <w:rsid w:val="00D17C3C"/>
    <w:rsid w:val="00D26B2C"/>
    <w:rsid w:val="00D30600"/>
    <w:rsid w:val="00D3397B"/>
    <w:rsid w:val="00D345B1"/>
    <w:rsid w:val="00D352C9"/>
    <w:rsid w:val="00D37E06"/>
    <w:rsid w:val="00D425B2"/>
    <w:rsid w:val="00D428D6"/>
    <w:rsid w:val="00D552B2"/>
    <w:rsid w:val="00D56917"/>
    <w:rsid w:val="00D608D1"/>
    <w:rsid w:val="00D71EBE"/>
    <w:rsid w:val="00D7403C"/>
    <w:rsid w:val="00D74119"/>
    <w:rsid w:val="00D8075B"/>
    <w:rsid w:val="00D84248"/>
    <w:rsid w:val="00D8678B"/>
    <w:rsid w:val="00DA2114"/>
    <w:rsid w:val="00DB0772"/>
    <w:rsid w:val="00DC3A8E"/>
    <w:rsid w:val="00DC597C"/>
    <w:rsid w:val="00DC69AC"/>
    <w:rsid w:val="00DD2FA2"/>
    <w:rsid w:val="00DD61D9"/>
    <w:rsid w:val="00DE09C0"/>
    <w:rsid w:val="00DE4A14"/>
    <w:rsid w:val="00DE5597"/>
    <w:rsid w:val="00DF320D"/>
    <w:rsid w:val="00DF71C8"/>
    <w:rsid w:val="00E07F53"/>
    <w:rsid w:val="00E129B8"/>
    <w:rsid w:val="00E21E7D"/>
    <w:rsid w:val="00E22FBC"/>
    <w:rsid w:val="00E24BF5"/>
    <w:rsid w:val="00E25338"/>
    <w:rsid w:val="00E26156"/>
    <w:rsid w:val="00E277F1"/>
    <w:rsid w:val="00E349F0"/>
    <w:rsid w:val="00E45038"/>
    <w:rsid w:val="00E51E44"/>
    <w:rsid w:val="00E5242A"/>
    <w:rsid w:val="00E61F9C"/>
    <w:rsid w:val="00E63348"/>
    <w:rsid w:val="00E672D3"/>
    <w:rsid w:val="00E71989"/>
    <w:rsid w:val="00E72BC4"/>
    <w:rsid w:val="00E742AA"/>
    <w:rsid w:val="00E77E88"/>
    <w:rsid w:val="00E80A3A"/>
    <w:rsid w:val="00E80ABB"/>
    <w:rsid w:val="00E8107D"/>
    <w:rsid w:val="00E91698"/>
    <w:rsid w:val="00E9519F"/>
    <w:rsid w:val="00E960BB"/>
    <w:rsid w:val="00EA2074"/>
    <w:rsid w:val="00EA4832"/>
    <w:rsid w:val="00EA4E9D"/>
    <w:rsid w:val="00EB5F16"/>
    <w:rsid w:val="00EB683E"/>
    <w:rsid w:val="00EC2A9A"/>
    <w:rsid w:val="00EC342C"/>
    <w:rsid w:val="00EC4899"/>
    <w:rsid w:val="00ED03AB"/>
    <w:rsid w:val="00ED1A09"/>
    <w:rsid w:val="00ED32D2"/>
    <w:rsid w:val="00ED57C3"/>
    <w:rsid w:val="00EE32DE"/>
    <w:rsid w:val="00EE5457"/>
    <w:rsid w:val="00EF157C"/>
    <w:rsid w:val="00EF1877"/>
    <w:rsid w:val="00F070AB"/>
    <w:rsid w:val="00F121D0"/>
    <w:rsid w:val="00F14605"/>
    <w:rsid w:val="00F17079"/>
    <w:rsid w:val="00F17567"/>
    <w:rsid w:val="00F207B8"/>
    <w:rsid w:val="00F21E62"/>
    <w:rsid w:val="00F27A7B"/>
    <w:rsid w:val="00F30AFF"/>
    <w:rsid w:val="00F36A39"/>
    <w:rsid w:val="00F526AF"/>
    <w:rsid w:val="00F52CF7"/>
    <w:rsid w:val="00F617C3"/>
    <w:rsid w:val="00F61A26"/>
    <w:rsid w:val="00F66C1B"/>
    <w:rsid w:val="00F7066B"/>
    <w:rsid w:val="00F738E8"/>
    <w:rsid w:val="00F8227D"/>
    <w:rsid w:val="00F83B28"/>
    <w:rsid w:val="00F93F0E"/>
    <w:rsid w:val="00F96B5F"/>
    <w:rsid w:val="00F974DA"/>
    <w:rsid w:val="00FA46E5"/>
    <w:rsid w:val="00FA64C9"/>
    <w:rsid w:val="00FB7DBA"/>
    <w:rsid w:val="00FC1C25"/>
    <w:rsid w:val="00FC3F45"/>
    <w:rsid w:val="00FD0CD3"/>
    <w:rsid w:val="00FD2A55"/>
    <w:rsid w:val="00FD503F"/>
    <w:rsid w:val="00FD7589"/>
    <w:rsid w:val="00FE110C"/>
    <w:rsid w:val="00FE463C"/>
    <w:rsid w:val="00FF016A"/>
    <w:rsid w:val="00FF1401"/>
    <w:rsid w:val="00FF5E7D"/>
    <w:rsid w:val="00FF6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character" w:styleId="Odwoanieprzypisukocowego">
    <w:name w:val="endnote reference"/>
    <w:basedOn w:val="Domylnaczcionkaakapitu"/>
    <w:uiPriority w:val="99"/>
    <w:semiHidden/>
    <w:unhideWhenUsed/>
    <w:rsid w:val="00194D8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1F9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1F9C"/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24982-824D-46DF-B96C-6934EFB88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678</TotalTime>
  <Pages>7</Pages>
  <Words>1353</Words>
  <Characters>8118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73</cp:revision>
  <cp:lastPrinted>2019-02-06T12:12:00Z</cp:lastPrinted>
  <dcterms:created xsi:type="dcterms:W3CDTF">2023-06-07T06:22:00Z</dcterms:created>
  <dcterms:modified xsi:type="dcterms:W3CDTF">2024-09-19T22:20:00Z</dcterms:modified>
</cp:coreProperties>
</file>